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875C5" w14:textId="77777777" w:rsidR="00DC760E" w:rsidRDefault="00DC760E" w:rsidP="00656A87">
      <w:pPr>
        <w:tabs>
          <w:tab w:val="right" w:pos="9354"/>
        </w:tabs>
        <w:rPr>
          <w:rFonts w:ascii="Arial" w:hAnsi="Arial" w:cs="Arial"/>
          <w:color w:val="000000"/>
          <w:sz w:val="16"/>
          <w:szCs w:val="20"/>
        </w:rPr>
      </w:pPr>
    </w:p>
    <w:p w14:paraId="7F4AE233" w14:textId="77777777" w:rsidR="00F7739D" w:rsidRPr="00634681" w:rsidRDefault="00F7739D" w:rsidP="00656A87">
      <w:pPr>
        <w:tabs>
          <w:tab w:val="right" w:pos="9354"/>
        </w:tabs>
        <w:rPr>
          <w:rFonts w:ascii="Arial" w:hAnsi="Arial" w:cs="Arial"/>
          <w:color w:val="000000"/>
          <w:sz w:val="16"/>
          <w:szCs w:val="20"/>
        </w:rPr>
      </w:pPr>
    </w:p>
    <w:p w14:paraId="76D4C459" w14:textId="77777777" w:rsidR="00716226" w:rsidRDefault="00634681" w:rsidP="00634681">
      <w:pPr>
        <w:tabs>
          <w:tab w:val="right" w:pos="9354"/>
        </w:tabs>
        <w:jc w:val="center"/>
        <w:rPr>
          <w:rFonts w:ascii="Arial" w:hAnsi="Arial" w:cs="Arial"/>
          <w:b/>
        </w:rPr>
      </w:pPr>
      <w:r w:rsidRPr="00716226">
        <w:rPr>
          <w:rFonts w:ascii="Arial" w:hAnsi="Arial" w:cs="Arial"/>
          <w:b/>
        </w:rPr>
        <w:t>PROTOKÓŁ</w:t>
      </w:r>
    </w:p>
    <w:p w14:paraId="5B7D740E" w14:textId="77777777" w:rsidR="005C75BE" w:rsidRPr="00716226" w:rsidRDefault="00634681" w:rsidP="00634681">
      <w:pPr>
        <w:tabs>
          <w:tab w:val="right" w:pos="9354"/>
        </w:tabs>
        <w:jc w:val="center"/>
        <w:rPr>
          <w:rFonts w:ascii="Arial" w:hAnsi="Arial" w:cs="Arial"/>
          <w:color w:val="000000"/>
        </w:rPr>
      </w:pPr>
      <w:r w:rsidRPr="00716226">
        <w:rPr>
          <w:rFonts w:ascii="Arial" w:hAnsi="Arial" w:cs="Arial"/>
          <w:b/>
        </w:rPr>
        <w:br/>
      </w:r>
      <w:r w:rsidRPr="00EC7B6C">
        <w:rPr>
          <w:rFonts w:ascii="Arial" w:hAnsi="Arial" w:cs="Arial"/>
          <w:b/>
        </w:rPr>
        <w:t>zejścia z</w:t>
      </w:r>
      <w:r w:rsidRPr="00716226">
        <w:rPr>
          <w:rFonts w:ascii="Arial" w:hAnsi="Arial" w:cs="Arial"/>
          <w:b/>
        </w:rPr>
        <w:t xml:space="preserve"> terenu</w:t>
      </w:r>
      <w:r w:rsidR="00DD24D2">
        <w:rPr>
          <w:rFonts w:ascii="Arial" w:hAnsi="Arial" w:cs="Arial"/>
          <w:b/>
        </w:rPr>
        <w:t xml:space="preserve"> nieruchomości</w:t>
      </w:r>
      <w:r w:rsidRPr="00716226">
        <w:rPr>
          <w:rFonts w:ascii="Arial" w:hAnsi="Arial" w:cs="Arial"/>
          <w:b/>
        </w:rPr>
        <w:t xml:space="preserve"> </w:t>
      </w:r>
      <w:r w:rsidR="00716226" w:rsidRPr="00716226">
        <w:rPr>
          <w:rFonts w:ascii="Arial" w:hAnsi="Arial" w:cs="Arial"/>
          <w:b/>
        </w:rPr>
        <w:t>objęte</w:t>
      </w:r>
      <w:r w:rsidR="00DD24D2">
        <w:rPr>
          <w:rFonts w:ascii="Arial" w:hAnsi="Arial" w:cs="Arial"/>
          <w:b/>
        </w:rPr>
        <w:t>j</w:t>
      </w:r>
      <w:r w:rsidR="00716226" w:rsidRPr="00716226">
        <w:rPr>
          <w:rFonts w:ascii="Arial" w:hAnsi="Arial" w:cs="Arial"/>
          <w:b/>
        </w:rPr>
        <w:t xml:space="preserve"> ograniczeniem w korzystaniu decyzją ZRID</w:t>
      </w:r>
    </w:p>
    <w:p w14:paraId="76DA2250" w14:textId="77777777" w:rsidR="00DF6BF9" w:rsidRDefault="00DF6BF9" w:rsidP="004971AB">
      <w:pPr>
        <w:tabs>
          <w:tab w:val="right" w:pos="9354"/>
        </w:tabs>
        <w:spacing w:line="276" w:lineRule="auto"/>
        <w:jc w:val="both"/>
        <w:rPr>
          <w:rFonts w:ascii="Arial" w:hAnsi="Arial" w:cs="Arial"/>
          <w:color w:val="000000"/>
          <w:sz w:val="18"/>
          <w:szCs w:val="20"/>
        </w:rPr>
      </w:pPr>
    </w:p>
    <w:p w14:paraId="2963401D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Miejscowość, data</w:t>
      </w:r>
    </w:p>
    <w:p w14:paraId="5F9F657C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010534CC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4BD623A8" w14:textId="77777777" w:rsidR="00FC7104" w:rsidRPr="00FC7104" w:rsidRDefault="00DF6BF9" w:rsidP="00FC7104">
      <w:pPr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B00BB1">
        <w:rPr>
          <w:rFonts w:ascii="Arial" w:hAnsi="Arial" w:cs="Arial"/>
          <w:bCs/>
          <w:iCs/>
          <w:sz w:val="20"/>
          <w:szCs w:val="20"/>
        </w:rPr>
        <w:t xml:space="preserve">W związku z realizacją zadania </w:t>
      </w:r>
      <w:proofErr w:type="spellStart"/>
      <w:r w:rsidRPr="00B00BB1">
        <w:rPr>
          <w:rFonts w:ascii="Arial" w:hAnsi="Arial" w:cs="Arial"/>
          <w:bCs/>
          <w:iCs/>
          <w:sz w:val="20"/>
          <w:szCs w:val="20"/>
        </w:rPr>
        <w:t>pn</w:t>
      </w:r>
      <w:proofErr w:type="spellEnd"/>
      <w:r w:rsidR="00E75EC0">
        <w:rPr>
          <w:rFonts w:ascii="Arial" w:hAnsi="Arial" w:cs="Arial"/>
          <w:bCs/>
          <w:iCs/>
          <w:sz w:val="20"/>
          <w:szCs w:val="20"/>
        </w:rPr>
        <w:t xml:space="preserve"> </w:t>
      </w:r>
      <w:r w:rsidR="00836AE7" w:rsidRPr="00E11DA7">
        <w:rPr>
          <w:rFonts w:ascii="Arial" w:hAnsi="Arial" w:cs="Arial"/>
          <w:bCs/>
          <w:iCs/>
          <w:sz w:val="20"/>
          <w:szCs w:val="20"/>
        </w:rPr>
        <w:t xml:space="preserve">.: </w:t>
      </w:r>
      <w:r w:rsidR="00FC7104" w:rsidRPr="00FC7104">
        <w:rPr>
          <w:rFonts w:ascii="Arial" w:hAnsi="Arial" w:cs="Arial"/>
          <w:b/>
          <w:sz w:val="20"/>
          <w:szCs w:val="20"/>
          <w:shd w:val="clear" w:color="auto" w:fill="FFFFFF"/>
        </w:rPr>
        <w:t>”Budowa drogi dla pieszych i rowerów w ciągu drogi wojewódzkiej nr 867 Sieniawa-   Hrebenne w ramach projektu pod nazwą „Nowa jakość Roztocza-rozwój produktów turystycznych zwiększających potencjał turystyki aktywnej na Roztoczu”</w:t>
      </w:r>
      <w:r w:rsidR="00FC7104" w:rsidRPr="00FC7104">
        <w:rPr>
          <w:rFonts w:ascii="Arial" w:hAnsi="Arial" w:cs="Arial"/>
          <w:b/>
          <w:bCs/>
          <w:sz w:val="20"/>
          <w:szCs w:val="20"/>
          <w:shd w:val="clear" w:color="auto" w:fill="FFFFFF"/>
        </w:rPr>
        <w:t>.</w:t>
      </w:r>
    </w:p>
    <w:p w14:paraId="3FC7150E" w14:textId="2CD8A04B" w:rsidR="00DF6BF9" w:rsidRPr="002253A1" w:rsidRDefault="0000077F" w:rsidP="002253A1">
      <w:pPr>
        <w:jc w:val="both"/>
        <w:rPr>
          <w:b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="00836AE7" w:rsidRPr="00D726EE">
        <w:rPr>
          <w:rFonts w:ascii="Arial" w:hAnsi="Arial" w:cs="Arial"/>
          <w:bCs/>
          <w:iCs/>
          <w:sz w:val="20"/>
          <w:szCs w:val="20"/>
        </w:rPr>
        <w:t xml:space="preserve">na podstawie decyzji ZRID, znak </w:t>
      </w:r>
      <w:r w:rsidR="00752184">
        <w:rPr>
          <w:rFonts w:ascii="Arial" w:hAnsi="Arial" w:cs="Arial"/>
          <w:bCs/>
          <w:iCs/>
          <w:sz w:val="20"/>
          <w:szCs w:val="20"/>
        </w:rPr>
        <w:t>………</w:t>
      </w:r>
      <w:r w:rsidR="00836AE7" w:rsidRPr="00D726EE">
        <w:rPr>
          <w:rFonts w:ascii="Arial" w:hAnsi="Arial" w:cs="Arial"/>
          <w:bCs/>
          <w:iCs/>
          <w:sz w:val="20"/>
          <w:szCs w:val="20"/>
        </w:rPr>
        <w:t xml:space="preserve">, z dnia </w:t>
      </w:r>
      <w:r w:rsidR="00752184">
        <w:rPr>
          <w:rFonts w:ascii="Arial" w:hAnsi="Arial" w:cs="Arial"/>
          <w:bCs/>
          <w:iCs/>
          <w:sz w:val="20"/>
          <w:szCs w:val="20"/>
        </w:rPr>
        <w:t>………</w:t>
      </w:r>
      <w:r w:rsidR="00836AE7" w:rsidRPr="00D726EE">
        <w:rPr>
          <w:rFonts w:ascii="Arial" w:hAnsi="Arial" w:cs="Arial"/>
          <w:bCs/>
          <w:iCs/>
          <w:sz w:val="20"/>
          <w:szCs w:val="20"/>
        </w:rPr>
        <w:t xml:space="preserve"> r.</w:t>
      </w:r>
      <w:r w:rsidR="00740B7D" w:rsidRPr="00752184">
        <w:rPr>
          <w:rFonts w:ascii="Arial" w:hAnsi="Arial" w:cs="Arial"/>
          <w:bCs/>
          <w:iCs/>
          <w:sz w:val="20"/>
          <w:szCs w:val="20"/>
        </w:rPr>
        <w:t xml:space="preserve">, której został nadany </w:t>
      </w:r>
      <w:r w:rsidR="00DF6BF9" w:rsidRPr="00752184">
        <w:rPr>
          <w:rFonts w:ascii="Arial" w:hAnsi="Arial" w:cs="Arial"/>
          <w:bCs/>
          <w:iCs/>
          <w:sz w:val="20"/>
          <w:szCs w:val="20"/>
        </w:rPr>
        <w:t>rygor natychmiastowej</w:t>
      </w:r>
      <w:r w:rsidR="00DF6BF9" w:rsidRPr="00B00BB1">
        <w:rPr>
          <w:rFonts w:ascii="Arial" w:hAnsi="Arial" w:cs="Arial"/>
          <w:color w:val="000000"/>
          <w:sz w:val="20"/>
          <w:szCs w:val="20"/>
        </w:rPr>
        <w:t xml:space="preserve"> wykonalności</w:t>
      </w:r>
      <w:r w:rsidR="00740B7D">
        <w:rPr>
          <w:rFonts w:ascii="Arial" w:hAnsi="Arial" w:cs="Arial"/>
          <w:color w:val="000000"/>
          <w:sz w:val="20"/>
          <w:szCs w:val="20"/>
        </w:rPr>
        <w:t>,</w:t>
      </w:r>
      <w:r w:rsidR="00DF6BF9" w:rsidRPr="00B00BB1">
        <w:rPr>
          <w:rFonts w:ascii="Arial" w:hAnsi="Arial" w:cs="Arial"/>
          <w:color w:val="000000"/>
          <w:sz w:val="20"/>
          <w:szCs w:val="20"/>
        </w:rPr>
        <w:t xml:space="preserve"> </w:t>
      </w:r>
      <w:r w:rsidR="00DF6BF9" w:rsidRPr="00B00BB1">
        <w:rPr>
          <w:rFonts w:ascii="Arial" w:hAnsi="Arial" w:cs="Arial"/>
          <w:bCs/>
          <w:noProof/>
          <w:sz w:val="20"/>
          <w:szCs w:val="20"/>
        </w:rPr>
        <w:t xml:space="preserve">wystąpiła </w:t>
      </w:r>
      <w:r w:rsidR="00DF6BF9" w:rsidRPr="00B00BB1">
        <w:rPr>
          <w:rFonts w:ascii="Arial" w:hAnsi="Arial" w:cs="Arial"/>
          <w:bCs/>
          <w:iCs/>
          <w:sz w:val="20"/>
          <w:szCs w:val="20"/>
        </w:rPr>
        <w:t xml:space="preserve">konieczność zajęcia części działki </w:t>
      </w:r>
      <w:r w:rsidR="00CA4073" w:rsidRPr="00B00BB1">
        <w:rPr>
          <w:rFonts w:ascii="Arial" w:hAnsi="Arial" w:cs="Arial"/>
          <w:bCs/>
          <w:iCs/>
          <w:sz w:val="20"/>
          <w:szCs w:val="20"/>
        </w:rPr>
        <w:t>n</w:t>
      </w:r>
      <w:r w:rsidR="00CA4073" w:rsidRPr="00B00BB1">
        <w:rPr>
          <w:rFonts w:ascii="Arial" w:hAnsi="Arial" w:cs="Arial"/>
          <w:sz w:val="20"/>
          <w:szCs w:val="20"/>
        </w:rPr>
        <w:t xml:space="preserve">r………. </w:t>
      </w:r>
      <w:r w:rsidR="00DF6BF9" w:rsidRPr="00B00BB1">
        <w:rPr>
          <w:rFonts w:ascii="Arial" w:hAnsi="Arial" w:cs="Arial"/>
          <w:bCs/>
          <w:iCs/>
          <w:sz w:val="20"/>
          <w:szCs w:val="20"/>
        </w:rPr>
        <w:t>znajdującej się w granicach terenu niezbędnego dla</w:t>
      </w:r>
      <w:r w:rsidR="00716226">
        <w:rPr>
          <w:rFonts w:ascii="Arial" w:hAnsi="Arial" w:cs="Arial"/>
          <w:bCs/>
          <w:iCs/>
          <w:sz w:val="20"/>
          <w:szCs w:val="20"/>
        </w:rPr>
        <w:t xml:space="preserve"> </w:t>
      </w:r>
      <w:r w:rsidR="00716226" w:rsidRPr="00976A6E">
        <w:rPr>
          <w:rFonts w:ascii="Arial" w:hAnsi="Arial" w:cs="Arial"/>
          <w:bCs/>
          <w:iCs/>
          <w:sz w:val="20"/>
          <w:szCs w:val="20"/>
        </w:rPr>
        <w:t>w/w inwestycji</w:t>
      </w:r>
      <w:r w:rsidR="00716226">
        <w:rPr>
          <w:rFonts w:ascii="Arial" w:hAnsi="Arial" w:cs="Arial"/>
          <w:bCs/>
          <w:iCs/>
          <w:sz w:val="20"/>
          <w:szCs w:val="20"/>
        </w:rPr>
        <w:t xml:space="preserve"> objęte</w:t>
      </w:r>
      <w:r w:rsidR="00DD24D2">
        <w:rPr>
          <w:rFonts w:ascii="Arial" w:hAnsi="Arial" w:cs="Arial"/>
          <w:bCs/>
          <w:iCs/>
          <w:sz w:val="20"/>
          <w:szCs w:val="20"/>
        </w:rPr>
        <w:t>j</w:t>
      </w:r>
      <w:r w:rsidR="00716226">
        <w:rPr>
          <w:rFonts w:ascii="Arial" w:hAnsi="Arial" w:cs="Arial"/>
          <w:bCs/>
          <w:iCs/>
          <w:sz w:val="20"/>
          <w:szCs w:val="20"/>
        </w:rPr>
        <w:t xml:space="preserve"> ograniczeniem w</w:t>
      </w:r>
      <w:r w:rsidR="00EC7B6C">
        <w:rPr>
          <w:rFonts w:ascii="Arial" w:hAnsi="Arial" w:cs="Arial"/>
          <w:bCs/>
          <w:iCs/>
          <w:sz w:val="20"/>
          <w:szCs w:val="20"/>
        </w:rPr>
        <w:t> </w:t>
      </w:r>
      <w:r w:rsidR="00716226">
        <w:rPr>
          <w:rFonts w:ascii="Arial" w:hAnsi="Arial" w:cs="Arial"/>
          <w:bCs/>
          <w:iCs/>
          <w:sz w:val="20"/>
          <w:szCs w:val="20"/>
        </w:rPr>
        <w:t>korzystaniu</w:t>
      </w:r>
      <w:r w:rsidR="00DF6BF9" w:rsidRPr="00B00BB1">
        <w:rPr>
          <w:rFonts w:ascii="Arial" w:hAnsi="Arial" w:cs="Arial"/>
          <w:bCs/>
          <w:iCs/>
          <w:sz w:val="20"/>
          <w:szCs w:val="20"/>
        </w:rPr>
        <w:t xml:space="preserve">. </w:t>
      </w:r>
    </w:p>
    <w:p w14:paraId="537F949A" w14:textId="77777777" w:rsidR="00DF6BF9" w:rsidRPr="00B00BB1" w:rsidRDefault="00DF6BF9" w:rsidP="00DF6BF9">
      <w:pPr>
        <w:tabs>
          <w:tab w:val="left" w:pos="426"/>
        </w:tabs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6074A711" w14:textId="77777777" w:rsidR="00740B7D" w:rsidRDefault="00DF6BF9" w:rsidP="00740B7D">
      <w:pPr>
        <w:spacing w:after="240" w:line="276" w:lineRule="auto"/>
        <w:ind w:firstLine="709"/>
        <w:rPr>
          <w:rFonts w:ascii="Arial" w:hAnsi="Arial" w:cs="Arial"/>
          <w:b/>
          <w:sz w:val="20"/>
          <w:szCs w:val="20"/>
          <w:u w:val="single"/>
        </w:rPr>
      </w:pPr>
      <w:r w:rsidRPr="00B00BB1">
        <w:rPr>
          <w:rFonts w:ascii="Arial" w:hAnsi="Arial" w:cs="Arial"/>
          <w:b/>
          <w:sz w:val="20"/>
          <w:szCs w:val="20"/>
          <w:u w:val="single"/>
        </w:rPr>
        <w:t>Strona udostępniająca działkę</w:t>
      </w:r>
      <w:r w:rsidR="00740B7D">
        <w:rPr>
          <w:rFonts w:ascii="Arial" w:hAnsi="Arial" w:cs="Arial"/>
          <w:b/>
          <w:sz w:val="20"/>
          <w:szCs w:val="20"/>
          <w:u w:val="single"/>
        </w:rPr>
        <w:t>:</w:t>
      </w:r>
    </w:p>
    <w:p w14:paraId="763A302F" w14:textId="77777777" w:rsidR="00DF6BF9" w:rsidRPr="00740B7D" w:rsidRDefault="00DF6BF9" w:rsidP="00740B7D">
      <w:pPr>
        <w:spacing w:after="240" w:line="276" w:lineRule="auto"/>
        <w:ind w:firstLine="709"/>
        <w:rPr>
          <w:rFonts w:ascii="Arial" w:hAnsi="Arial" w:cs="Arial"/>
          <w:b/>
          <w:i/>
          <w:sz w:val="20"/>
          <w:szCs w:val="20"/>
          <w:u w:val="single"/>
        </w:rPr>
      </w:pPr>
      <w:r w:rsidRPr="00B00BB1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31576254" w14:textId="77777777" w:rsidR="00DF6BF9" w:rsidRPr="00B00BB1" w:rsidRDefault="00DF6BF9" w:rsidP="00DF6BF9">
      <w:pPr>
        <w:spacing w:line="276" w:lineRule="auto"/>
        <w:ind w:left="1066"/>
        <w:rPr>
          <w:rFonts w:ascii="Arial" w:hAnsi="Arial" w:cs="Arial"/>
          <w:b/>
          <w:sz w:val="20"/>
          <w:szCs w:val="20"/>
        </w:rPr>
      </w:pPr>
    </w:p>
    <w:p w14:paraId="0063EFAF" w14:textId="77777777" w:rsidR="00740B7D" w:rsidRPr="00740B7D" w:rsidRDefault="00DF6BF9" w:rsidP="00740B7D">
      <w:pPr>
        <w:spacing w:after="240" w:line="276" w:lineRule="auto"/>
        <w:ind w:firstLine="709"/>
        <w:rPr>
          <w:rFonts w:ascii="Arial" w:hAnsi="Arial" w:cs="Arial"/>
          <w:b/>
          <w:sz w:val="20"/>
          <w:szCs w:val="20"/>
          <w:u w:val="single"/>
        </w:rPr>
      </w:pPr>
      <w:r w:rsidRPr="00B00BB1">
        <w:rPr>
          <w:rFonts w:ascii="Arial" w:hAnsi="Arial" w:cs="Arial"/>
          <w:b/>
          <w:sz w:val="20"/>
          <w:szCs w:val="20"/>
          <w:u w:val="single"/>
        </w:rPr>
        <w:t xml:space="preserve">Strona użytkująca </w:t>
      </w:r>
    </w:p>
    <w:p w14:paraId="14EEC4C6" w14:textId="77777777" w:rsidR="00DF6BF9" w:rsidRPr="00B00BB1" w:rsidRDefault="00DF6BF9" w:rsidP="00740B7D">
      <w:pPr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B00BB1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371A0D90" w14:textId="77777777" w:rsidR="00DF6BF9" w:rsidRPr="00B00BB1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870FD8" w14:textId="77777777" w:rsidR="00F7739D" w:rsidRPr="00B00BB1" w:rsidRDefault="00DF6BF9" w:rsidP="00CA4073">
      <w:p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 xml:space="preserve">Data </w:t>
      </w:r>
      <w:r w:rsidR="00634681" w:rsidRPr="00B00BB1">
        <w:rPr>
          <w:rFonts w:ascii="Arial" w:hAnsi="Arial" w:cs="Arial"/>
          <w:sz w:val="20"/>
          <w:szCs w:val="20"/>
        </w:rPr>
        <w:t>zakończenia</w:t>
      </w:r>
      <w:r w:rsidRPr="00B00BB1">
        <w:rPr>
          <w:rFonts w:ascii="Arial" w:hAnsi="Arial" w:cs="Arial"/>
          <w:sz w:val="20"/>
          <w:szCs w:val="20"/>
        </w:rPr>
        <w:t xml:space="preserve"> użytkowania:</w:t>
      </w:r>
      <w:r w:rsidR="00CA4073" w:rsidRPr="00B00BB1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4177DD0F" w14:textId="77777777" w:rsidR="00634681" w:rsidRPr="00B00BB1" w:rsidRDefault="00634681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 xml:space="preserve">Zakończenie </w:t>
      </w:r>
      <w:bookmarkStart w:id="0" w:name="_Hlk36116515"/>
      <w:r w:rsidRPr="00B00BB1">
        <w:rPr>
          <w:rFonts w:ascii="Arial" w:hAnsi="Arial" w:cs="Arial"/>
          <w:sz w:val="20"/>
          <w:szCs w:val="20"/>
        </w:rPr>
        <w:t>użytkowania jest równoznaczne z</w:t>
      </w:r>
      <w:r w:rsidR="001544D2">
        <w:rPr>
          <w:rFonts w:ascii="Arial" w:hAnsi="Arial" w:cs="Arial"/>
          <w:sz w:val="20"/>
          <w:szCs w:val="20"/>
        </w:rPr>
        <w:t xml:space="preserve">e zwróceniem nieruchomości do użytkowania </w:t>
      </w:r>
      <w:r w:rsidR="00740B7D">
        <w:rPr>
          <w:rFonts w:ascii="Arial" w:hAnsi="Arial" w:cs="Arial"/>
          <w:sz w:val="20"/>
          <w:szCs w:val="20"/>
        </w:rPr>
        <w:t>W</w:t>
      </w:r>
      <w:r w:rsidR="001544D2">
        <w:rPr>
          <w:rFonts w:ascii="Arial" w:hAnsi="Arial" w:cs="Arial"/>
          <w:sz w:val="20"/>
          <w:szCs w:val="20"/>
        </w:rPr>
        <w:t>łaścicielowi</w:t>
      </w:r>
      <w:bookmarkEnd w:id="0"/>
      <w:r w:rsidR="001544D2">
        <w:rPr>
          <w:rFonts w:ascii="Arial" w:hAnsi="Arial" w:cs="Arial"/>
          <w:sz w:val="20"/>
          <w:szCs w:val="20"/>
        </w:rPr>
        <w:t>.</w:t>
      </w:r>
      <w:r w:rsidRPr="00B00BB1">
        <w:rPr>
          <w:rFonts w:ascii="Arial" w:hAnsi="Arial" w:cs="Arial"/>
          <w:sz w:val="20"/>
          <w:szCs w:val="20"/>
        </w:rPr>
        <w:t xml:space="preserve"> </w:t>
      </w:r>
    </w:p>
    <w:p w14:paraId="2E687193" w14:textId="77777777" w:rsidR="00DF6BF9" w:rsidRPr="00B00BB1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Powierzchnia zajętej części działki:</w:t>
      </w:r>
      <w:r w:rsidR="00CA4073" w:rsidRPr="00B00BB1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77D9E82B" w14:textId="77777777" w:rsidR="00DF6BF9" w:rsidRPr="00B00BB1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Przeznaczenie: (zgodnie z decyzją Z</w:t>
      </w:r>
      <w:r w:rsidR="00CA4073" w:rsidRPr="00B00BB1">
        <w:rPr>
          <w:rFonts w:ascii="Arial" w:hAnsi="Arial" w:cs="Arial"/>
          <w:sz w:val="20"/>
          <w:szCs w:val="20"/>
        </w:rPr>
        <w:t>RID)</w:t>
      </w:r>
    </w:p>
    <w:p w14:paraId="7DACBCAB" w14:textId="77777777" w:rsidR="006C246D" w:rsidRPr="00B00BB1" w:rsidRDefault="006C246D" w:rsidP="006C246D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CEE07C" w14:textId="77777777" w:rsidR="006C246D" w:rsidRPr="00B00BB1" w:rsidRDefault="006C246D" w:rsidP="006C246D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Na terenie części działki nr………. wykonano następujące prace</w:t>
      </w:r>
      <w:r w:rsidR="001544D2">
        <w:rPr>
          <w:rFonts w:ascii="Arial" w:hAnsi="Arial" w:cs="Arial"/>
          <w:sz w:val="20"/>
          <w:szCs w:val="20"/>
        </w:rPr>
        <w:t xml:space="preserve"> w ramach których uporządkowano teren</w:t>
      </w:r>
      <w:r w:rsidR="00716226">
        <w:rPr>
          <w:rFonts w:ascii="Arial" w:hAnsi="Arial" w:cs="Arial"/>
          <w:sz w:val="20"/>
          <w:szCs w:val="20"/>
        </w:rPr>
        <w:t xml:space="preserve">              </w:t>
      </w:r>
      <w:r w:rsidR="001544D2">
        <w:rPr>
          <w:rFonts w:ascii="Arial" w:hAnsi="Arial" w:cs="Arial"/>
          <w:sz w:val="20"/>
          <w:szCs w:val="20"/>
        </w:rPr>
        <w:t xml:space="preserve"> i odtworzono stan pierwotny</w:t>
      </w:r>
      <w:r w:rsidRPr="00B00BB1">
        <w:rPr>
          <w:rFonts w:ascii="Arial" w:hAnsi="Arial" w:cs="Arial"/>
          <w:sz w:val="20"/>
          <w:szCs w:val="20"/>
        </w:rPr>
        <w:t>:</w:t>
      </w:r>
    </w:p>
    <w:p w14:paraId="2986D256" w14:textId="77777777" w:rsidR="006C246D" w:rsidRPr="00B00BB1" w:rsidRDefault="00716226" w:rsidP="006C246D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</w:t>
      </w:r>
      <w:r w:rsidR="001544D2">
        <w:rPr>
          <w:rFonts w:ascii="Arial" w:hAnsi="Arial" w:cs="Arial"/>
          <w:sz w:val="20"/>
          <w:szCs w:val="20"/>
        </w:rPr>
        <w:t xml:space="preserve">p. wyrównanie terenu, </w:t>
      </w:r>
      <w:r>
        <w:rPr>
          <w:rFonts w:ascii="Arial" w:hAnsi="Arial" w:cs="Arial"/>
          <w:sz w:val="20"/>
          <w:szCs w:val="20"/>
        </w:rPr>
        <w:t>obsianie trawą</w:t>
      </w:r>
      <w:r w:rsidR="000C4E59">
        <w:rPr>
          <w:rFonts w:ascii="Arial" w:hAnsi="Arial" w:cs="Arial"/>
          <w:sz w:val="20"/>
          <w:szCs w:val="20"/>
        </w:rPr>
        <w:t>, odbudowa ogrodzenia, sadzenie drzew/krzewów</w:t>
      </w:r>
      <w:r>
        <w:rPr>
          <w:rFonts w:ascii="Arial" w:hAnsi="Arial" w:cs="Arial"/>
          <w:sz w:val="20"/>
          <w:szCs w:val="20"/>
        </w:rPr>
        <w:t>)</w:t>
      </w:r>
    </w:p>
    <w:p w14:paraId="343FE630" w14:textId="77777777" w:rsidR="006C246D" w:rsidRPr="00B00BB1" w:rsidRDefault="006C246D" w:rsidP="006C246D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26E9B14" w14:textId="77777777" w:rsidR="006C246D" w:rsidRDefault="006C246D" w:rsidP="006C246D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0B673E00" w14:textId="77777777" w:rsidR="00CA4073" w:rsidRPr="00B00BB1" w:rsidRDefault="006C246D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Po zakończeniu</w:t>
      </w:r>
      <w:r w:rsidR="00CA4073" w:rsidRPr="00B00BB1">
        <w:rPr>
          <w:rFonts w:ascii="Arial" w:hAnsi="Arial" w:cs="Arial"/>
          <w:sz w:val="20"/>
          <w:szCs w:val="20"/>
        </w:rPr>
        <w:t xml:space="preserve"> prac </w:t>
      </w:r>
      <w:r w:rsidRPr="00B00BB1">
        <w:rPr>
          <w:rFonts w:ascii="Arial" w:hAnsi="Arial" w:cs="Arial"/>
          <w:sz w:val="20"/>
          <w:szCs w:val="20"/>
        </w:rPr>
        <w:t>w terenie niezbędnym</w:t>
      </w:r>
      <w:r w:rsidR="00CA4073" w:rsidRPr="00B00BB1">
        <w:rPr>
          <w:rFonts w:ascii="Arial" w:hAnsi="Arial" w:cs="Arial"/>
          <w:sz w:val="20"/>
          <w:szCs w:val="20"/>
        </w:rPr>
        <w:t xml:space="preserve"> </w:t>
      </w:r>
      <w:r w:rsidRPr="00B00BB1">
        <w:rPr>
          <w:rFonts w:ascii="Arial" w:hAnsi="Arial" w:cs="Arial"/>
          <w:sz w:val="20"/>
          <w:szCs w:val="20"/>
        </w:rPr>
        <w:t>przeprowadzono inwentaryzację</w:t>
      </w:r>
      <w:r w:rsidR="00B00BB1">
        <w:rPr>
          <w:rFonts w:ascii="Arial" w:hAnsi="Arial" w:cs="Arial"/>
          <w:sz w:val="20"/>
          <w:szCs w:val="20"/>
        </w:rPr>
        <w:t xml:space="preserve"> </w:t>
      </w:r>
      <w:r w:rsidR="001544D2">
        <w:rPr>
          <w:rFonts w:ascii="Arial" w:hAnsi="Arial" w:cs="Arial"/>
          <w:sz w:val="20"/>
          <w:szCs w:val="20"/>
        </w:rPr>
        <w:t xml:space="preserve">elementów których nie udało się uporządkować, odtworzyć do stanu pierwotnego: </w:t>
      </w:r>
    </w:p>
    <w:p w14:paraId="12C236DB" w14:textId="77777777" w:rsidR="00716226" w:rsidRPr="00B00BB1" w:rsidRDefault="00716226" w:rsidP="00716226">
      <w:pPr>
        <w:pStyle w:val="Akapitzlist"/>
        <w:numPr>
          <w:ilvl w:val="0"/>
          <w:numId w:val="12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FBF3385" w14:textId="77777777" w:rsidR="00CA4073" w:rsidRPr="00B00BB1" w:rsidRDefault="00CA4073" w:rsidP="006C246D">
      <w:pPr>
        <w:pStyle w:val="Akapitzlist"/>
        <w:numPr>
          <w:ilvl w:val="0"/>
          <w:numId w:val="12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528457E" w14:textId="77777777" w:rsidR="00CA4073" w:rsidRPr="00B00BB1" w:rsidRDefault="00CA4073" w:rsidP="006C246D">
      <w:pPr>
        <w:pStyle w:val="Akapitzlist"/>
        <w:numPr>
          <w:ilvl w:val="0"/>
          <w:numId w:val="12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4FEB3E4" w14:textId="77777777" w:rsidR="00CA4073" w:rsidRDefault="000C4E59" w:rsidP="000C4E59">
      <w:pPr>
        <w:jc w:val="both"/>
        <w:rPr>
          <w:rFonts w:ascii="Arial" w:hAnsi="Arial" w:cs="Arial"/>
          <w:sz w:val="20"/>
          <w:szCs w:val="20"/>
        </w:rPr>
      </w:pPr>
      <w:r w:rsidRPr="000C4E59">
        <w:rPr>
          <w:rFonts w:ascii="Arial" w:hAnsi="Arial" w:cs="Arial"/>
          <w:sz w:val="20"/>
          <w:szCs w:val="20"/>
        </w:rPr>
        <w:t>Właściciel przyjął nieruchomość bez uwag.</w:t>
      </w:r>
    </w:p>
    <w:p w14:paraId="0A47DF63" w14:textId="77777777" w:rsidR="000C4E59" w:rsidRPr="000C4E59" w:rsidRDefault="000C4E59" w:rsidP="000C4E59">
      <w:pPr>
        <w:jc w:val="both"/>
        <w:rPr>
          <w:rFonts w:ascii="Arial" w:hAnsi="Arial" w:cs="Arial"/>
          <w:sz w:val="20"/>
          <w:szCs w:val="20"/>
        </w:rPr>
      </w:pPr>
    </w:p>
    <w:p w14:paraId="02519D3B" w14:textId="77777777" w:rsidR="00CA4073" w:rsidRPr="00B00BB1" w:rsidRDefault="00CA4073" w:rsidP="00CA4073">
      <w:pPr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 xml:space="preserve">Do protokołu dołączono dokumentację fotograficzną przedstawiającą stan nieruchomości </w:t>
      </w:r>
      <w:r w:rsidR="006C246D" w:rsidRPr="00B00BB1">
        <w:rPr>
          <w:rFonts w:ascii="Arial" w:hAnsi="Arial" w:cs="Arial"/>
          <w:sz w:val="20"/>
          <w:szCs w:val="20"/>
        </w:rPr>
        <w:t>po</w:t>
      </w:r>
      <w:r w:rsidRPr="00B00BB1">
        <w:rPr>
          <w:rFonts w:ascii="Arial" w:hAnsi="Arial" w:cs="Arial"/>
          <w:sz w:val="20"/>
          <w:szCs w:val="20"/>
        </w:rPr>
        <w:t xml:space="preserve"> </w:t>
      </w:r>
      <w:r w:rsidR="006C246D" w:rsidRPr="00B00BB1">
        <w:rPr>
          <w:rFonts w:ascii="Arial" w:hAnsi="Arial" w:cs="Arial"/>
          <w:sz w:val="20"/>
          <w:szCs w:val="20"/>
        </w:rPr>
        <w:t xml:space="preserve">zakończeniu robót budowlanych na </w:t>
      </w:r>
      <w:r w:rsidR="00902982">
        <w:rPr>
          <w:rFonts w:ascii="Arial" w:hAnsi="Arial" w:cs="Arial"/>
          <w:sz w:val="20"/>
          <w:szCs w:val="20"/>
        </w:rPr>
        <w:t xml:space="preserve">terenie </w:t>
      </w:r>
      <w:r w:rsidR="006C246D" w:rsidRPr="00B00BB1">
        <w:rPr>
          <w:rFonts w:ascii="Arial" w:hAnsi="Arial" w:cs="Arial"/>
          <w:sz w:val="20"/>
          <w:szCs w:val="20"/>
        </w:rPr>
        <w:t>części działki nr…….</w:t>
      </w:r>
      <w:r w:rsidRPr="00B00BB1">
        <w:rPr>
          <w:rFonts w:ascii="Arial" w:hAnsi="Arial" w:cs="Arial"/>
          <w:sz w:val="20"/>
          <w:szCs w:val="20"/>
        </w:rPr>
        <w:t xml:space="preserve">  oraz mapę z zaznaczonym obszarem</w:t>
      </w:r>
      <w:r w:rsidR="00716226">
        <w:rPr>
          <w:rFonts w:ascii="Arial" w:hAnsi="Arial" w:cs="Arial"/>
          <w:sz w:val="20"/>
          <w:szCs w:val="20"/>
        </w:rPr>
        <w:t>.</w:t>
      </w:r>
    </w:p>
    <w:p w14:paraId="69267ABC" w14:textId="77777777" w:rsidR="00D8755E" w:rsidRDefault="00D8755E" w:rsidP="00DD24D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776E61B" w14:textId="76C7C6E7" w:rsidR="00CA4073" w:rsidRPr="00B00BB1" w:rsidRDefault="00CA4073" w:rsidP="00DD24D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Protokół sporządzono w 3 jednobrzmiących egzemplarzach, po jednym dla każdej ze stron</w:t>
      </w:r>
      <w:r w:rsidR="007C6C79">
        <w:rPr>
          <w:rFonts w:ascii="Arial" w:hAnsi="Arial" w:cs="Arial"/>
          <w:sz w:val="20"/>
          <w:szCs w:val="20"/>
        </w:rPr>
        <w:t xml:space="preserve"> (1 egzemplarz dla Podkarpackiego Zarządu Dróg Wojewódzkich dla potrzeb odszkodowania)</w:t>
      </w:r>
      <w:r w:rsidRPr="00B00BB1">
        <w:rPr>
          <w:rFonts w:ascii="Arial" w:hAnsi="Arial" w:cs="Arial"/>
          <w:sz w:val="20"/>
          <w:szCs w:val="20"/>
        </w:rPr>
        <w:t>.</w:t>
      </w:r>
    </w:p>
    <w:p w14:paraId="32D155E1" w14:textId="77777777" w:rsidR="004247C6" w:rsidRDefault="004247C6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5146E021" w14:textId="49DCB324" w:rsidR="00CA4073" w:rsidRPr="00B00BB1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Podpisy Kompetentnych i Uprawomocnionych przedstawicieli:</w:t>
      </w:r>
    </w:p>
    <w:p w14:paraId="27BB9734" w14:textId="77777777" w:rsidR="00BE0A0E" w:rsidRPr="00976A6E" w:rsidRDefault="00BE0A0E" w:rsidP="00BE0A0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Właściciel</w:t>
      </w:r>
    </w:p>
    <w:p w14:paraId="16A020D3" w14:textId="77777777" w:rsidR="00BE0A0E" w:rsidRPr="00976A6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1817F2BB" w14:textId="77777777" w:rsidR="00BE0A0E" w:rsidRPr="00976A6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69C7ACA0" w14:textId="77777777" w:rsidR="00BE0A0E" w:rsidRPr="00976A6E" w:rsidRDefault="00BE0A0E" w:rsidP="00E33AB5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755E">
        <w:rPr>
          <w:rFonts w:ascii="Arial" w:hAnsi="Arial" w:cs="Arial"/>
          <w:sz w:val="20"/>
          <w:szCs w:val="20"/>
        </w:rPr>
        <w:t>Wykonawca</w:t>
      </w:r>
    </w:p>
    <w:sectPr w:rsidR="00BE0A0E" w:rsidRPr="00976A6E" w:rsidSect="00ED614E">
      <w:headerReference w:type="default" r:id="rId8"/>
      <w:type w:val="continuous"/>
      <w:pgSz w:w="11906" w:h="16838" w:code="9"/>
      <w:pgMar w:top="1135" w:right="1134" w:bottom="568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AA6E2" w14:textId="77777777" w:rsidR="00EA7D01" w:rsidRDefault="00EA7D01">
      <w:r>
        <w:separator/>
      </w:r>
    </w:p>
  </w:endnote>
  <w:endnote w:type="continuationSeparator" w:id="0">
    <w:p w14:paraId="27B7BA04" w14:textId="77777777" w:rsidR="00EA7D01" w:rsidRDefault="00EA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0C271" w14:textId="77777777" w:rsidR="00EA7D01" w:rsidRDefault="00EA7D01">
      <w:r>
        <w:separator/>
      </w:r>
    </w:p>
  </w:footnote>
  <w:footnote w:type="continuationSeparator" w:id="0">
    <w:p w14:paraId="67A14FB3" w14:textId="77777777" w:rsidR="00EA7D01" w:rsidRDefault="00EA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2287D" w14:textId="77777777" w:rsidR="005A1701" w:rsidRDefault="005A1701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D4C62"/>
    <w:multiLevelType w:val="hybridMultilevel"/>
    <w:tmpl w:val="5268F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B17D2"/>
    <w:multiLevelType w:val="hybridMultilevel"/>
    <w:tmpl w:val="2E361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10708"/>
    <w:multiLevelType w:val="hybridMultilevel"/>
    <w:tmpl w:val="0954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4855"/>
    <w:multiLevelType w:val="hybridMultilevel"/>
    <w:tmpl w:val="50CC1C3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D63D59"/>
    <w:multiLevelType w:val="hybridMultilevel"/>
    <w:tmpl w:val="0258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E20BC"/>
    <w:multiLevelType w:val="hybridMultilevel"/>
    <w:tmpl w:val="0B5898C0"/>
    <w:lvl w:ilvl="0" w:tplc="943683BA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EB76FF"/>
    <w:multiLevelType w:val="hybridMultilevel"/>
    <w:tmpl w:val="D4A2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77E9F"/>
    <w:multiLevelType w:val="hybridMultilevel"/>
    <w:tmpl w:val="9228A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6395E"/>
    <w:multiLevelType w:val="hybridMultilevel"/>
    <w:tmpl w:val="11960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39F6"/>
    <w:multiLevelType w:val="hybridMultilevel"/>
    <w:tmpl w:val="5780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E5FB5"/>
    <w:multiLevelType w:val="hybridMultilevel"/>
    <w:tmpl w:val="5780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A0C9B"/>
    <w:multiLevelType w:val="hybridMultilevel"/>
    <w:tmpl w:val="4C26DC86"/>
    <w:lvl w:ilvl="0" w:tplc="17F686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090392080">
    <w:abstractNumId w:val="4"/>
  </w:num>
  <w:num w:numId="2" w16cid:durableId="1933737333">
    <w:abstractNumId w:val="1"/>
  </w:num>
  <w:num w:numId="3" w16cid:durableId="1557736258">
    <w:abstractNumId w:val="8"/>
  </w:num>
  <w:num w:numId="4" w16cid:durableId="315914762">
    <w:abstractNumId w:val="6"/>
  </w:num>
  <w:num w:numId="5" w16cid:durableId="206722996">
    <w:abstractNumId w:val="0"/>
  </w:num>
  <w:num w:numId="6" w16cid:durableId="2067298207">
    <w:abstractNumId w:val="7"/>
  </w:num>
  <w:num w:numId="7" w16cid:durableId="14129646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49046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4939624">
    <w:abstractNumId w:val="9"/>
  </w:num>
  <w:num w:numId="10" w16cid:durableId="1999845901">
    <w:abstractNumId w:val="2"/>
  </w:num>
  <w:num w:numId="11" w16cid:durableId="1130366730">
    <w:abstractNumId w:val="11"/>
  </w:num>
  <w:num w:numId="12" w16cid:durableId="30586654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49D"/>
    <w:rsid w:val="0000077F"/>
    <w:rsid w:val="00010AB1"/>
    <w:rsid w:val="000156E4"/>
    <w:rsid w:val="00015CCD"/>
    <w:rsid w:val="00017B98"/>
    <w:rsid w:val="00021221"/>
    <w:rsid w:val="00035E7D"/>
    <w:rsid w:val="00053072"/>
    <w:rsid w:val="000579C4"/>
    <w:rsid w:val="00060F87"/>
    <w:rsid w:val="00061B91"/>
    <w:rsid w:val="000636D1"/>
    <w:rsid w:val="000651EB"/>
    <w:rsid w:val="00072470"/>
    <w:rsid w:val="00084AA8"/>
    <w:rsid w:val="00094D8A"/>
    <w:rsid w:val="00096982"/>
    <w:rsid w:val="000A289D"/>
    <w:rsid w:val="000A3A18"/>
    <w:rsid w:val="000A3E27"/>
    <w:rsid w:val="000C3693"/>
    <w:rsid w:val="000C4E59"/>
    <w:rsid w:val="000C512E"/>
    <w:rsid w:val="000D1C87"/>
    <w:rsid w:val="000D2307"/>
    <w:rsid w:val="000D65DC"/>
    <w:rsid w:val="000D6B07"/>
    <w:rsid w:val="000D6F66"/>
    <w:rsid w:val="000E3B30"/>
    <w:rsid w:val="000F3083"/>
    <w:rsid w:val="000F4B31"/>
    <w:rsid w:val="000F5967"/>
    <w:rsid w:val="000F7B76"/>
    <w:rsid w:val="00104857"/>
    <w:rsid w:val="001077FC"/>
    <w:rsid w:val="00110F75"/>
    <w:rsid w:val="0011158C"/>
    <w:rsid w:val="00133BBF"/>
    <w:rsid w:val="00134A20"/>
    <w:rsid w:val="00141E63"/>
    <w:rsid w:val="00143CA6"/>
    <w:rsid w:val="00145BA9"/>
    <w:rsid w:val="001540BA"/>
    <w:rsid w:val="001544D2"/>
    <w:rsid w:val="001647A7"/>
    <w:rsid w:val="00174F8F"/>
    <w:rsid w:val="0017738D"/>
    <w:rsid w:val="00182E42"/>
    <w:rsid w:val="001868DE"/>
    <w:rsid w:val="00191619"/>
    <w:rsid w:val="00195689"/>
    <w:rsid w:val="001A31BB"/>
    <w:rsid w:val="001A6945"/>
    <w:rsid w:val="001B1761"/>
    <w:rsid w:val="001B28C4"/>
    <w:rsid w:val="001C46A2"/>
    <w:rsid w:val="001C73CB"/>
    <w:rsid w:val="001D721D"/>
    <w:rsid w:val="001D77C6"/>
    <w:rsid w:val="001D780B"/>
    <w:rsid w:val="001F4781"/>
    <w:rsid w:val="001F4AB3"/>
    <w:rsid w:val="001F755E"/>
    <w:rsid w:val="001F78FF"/>
    <w:rsid w:val="00212106"/>
    <w:rsid w:val="0022223C"/>
    <w:rsid w:val="00222AC8"/>
    <w:rsid w:val="00222DEC"/>
    <w:rsid w:val="0022309F"/>
    <w:rsid w:val="00223F93"/>
    <w:rsid w:val="0022501A"/>
    <w:rsid w:val="002253A1"/>
    <w:rsid w:val="00232C3A"/>
    <w:rsid w:val="002334CE"/>
    <w:rsid w:val="00233E49"/>
    <w:rsid w:val="00234AB8"/>
    <w:rsid w:val="00243AD6"/>
    <w:rsid w:val="00250B98"/>
    <w:rsid w:val="00254E5A"/>
    <w:rsid w:val="0025757C"/>
    <w:rsid w:val="00263CF4"/>
    <w:rsid w:val="00271E4D"/>
    <w:rsid w:val="002721D7"/>
    <w:rsid w:val="00283EC2"/>
    <w:rsid w:val="00284C97"/>
    <w:rsid w:val="0028521E"/>
    <w:rsid w:val="0028609D"/>
    <w:rsid w:val="00287B24"/>
    <w:rsid w:val="00290F7C"/>
    <w:rsid w:val="00293499"/>
    <w:rsid w:val="00293998"/>
    <w:rsid w:val="002A2D66"/>
    <w:rsid w:val="002A461D"/>
    <w:rsid w:val="002B2163"/>
    <w:rsid w:val="002B5A88"/>
    <w:rsid w:val="002C279F"/>
    <w:rsid w:val="002C3CD7"/>
    <w:rsid w:val="002D5ADF"/>
    <w:rsid w:val="002D627E"/>
    <w:rsid w:val="002E09A7"/>
    <w:rsid w:val="002E128A"/>
    <w:rsid w:val="002E7AF7"/>
    <w:rsid w:val="003017FF"/>
    <w:rsid w:val="00303171"/>
    <w:rsid w:val="0030439D"/>
    <w:rsid w:val="00312C31"/>
    <w:rsid w:val="00320690"/>
    <w:rsid w:val="00326B3C"/>
    <w:rsid w:val="0032792A"/>
    <w:rsid w:val="003306B1"/>
    <w:rsid w:val="00330F1D"/>
    <w:rsid w:val="00331427"/>
    <w:rsid w:val="003315AA"/>
    <w:rsid w:val="00332FFC"/>
    <w:rsid w:val="00333657"/>
    <w:rsid w:val="00335153"/>
    <w:rsid w:val="00336F56"/>
    <w:rsid w:val="00357246"/>
    <w:rsid w:val="00360C68"/>
    <w:rsid w:val="00366E57"/>
    <w:rsid w:val="003702D5"/>
    <w:rsid w:val="00370550"/>
    <w:rsid w:val="00373B82"/>
    <w:rsid w:val="00374BA9"/>
    <w:rsid w:val="00376D59"/>
    <w:rsid w:val="00384C93"/>
    <w:rsid w:val="0039213B"/>
    <w:rsid w:val="00392204"/>
    <w:rsid w:val="00396071"/>
    <w:rsid w:val="0039704B"/>
    <w:rsid w:val="0039729A"/>
    <w:rsid w:val="003A1E04"/>
    <w:rsid w:val="003A7B18"/>
    <w:rsid w:val="003C0769"/>
    <w:rsid w:val="003C0F21"/>
    <w:rsid w:val="003C29A0"/>
    <w:rsid w:val="003C6ADF"/>
    <w:rsid w:val="003C7B13"/>
    <w:rsid w:val="003D0E73"/>
    <w:rsid w:val="003E23C9"/>
    <w:rsid w:val="003F449D"/>
    <w:rsid w:val="003F6CF4"/>
    <w:rsid w:val="004012DD"/>
    <w:rsid w:val="0041180A"/>
    <w:rsid w:val="00413AA5"/>
    <w:rsid w:val="00415DC2"/>
    <w:rsid w:val="004247C6"/>
    <w:rsid w:val="00426B68"/>
    <w:rsid w:val="00430750"/>
    <w:rsid w:val="00430CE3"/>
    <w:rsid w:val="00435829"/>
    <w:rsid w:val="00441016"/>
    <w:rsid w:val="004458EC"/>
    <w:rsid w:val="0046135E"/>
    <w:rsid w:val="00462151"/>
    <w:rsid w:val="00463AC1"/>
    <w:rsid w:val="00466418"/>
    <w:rsid w:val="004714F9"/>
    <w:rsid w:val="004721A4"/>
    <w:rsid w:val="0047312C"/>
    <w:rsid w:val="004752C4"/>
    <w:rsid w:val="00486A4A"/>
    <w:rsid w:val="004971AB"/>
    <w:rsid w:val="004A208B"/>
    <w:rsid w:val="004A6D70"/>
    <w:rsid w:val="004B0A34"/>
    <w:rsid w:val="004B1BDB"/>
    <w:rsid w:val="004B2811"/>
    <w:rsid w:val="004C0812"/>
    <w:rsid w:val="004C10D0"/>
    <w:rsid w:val="004C41F9"/>
    <w:rsid w:val="004D17B3"/>
    <w:rsid w:val="004D455A"/>
    <w:rsid w:val="004D6C92"/>
    <w:rsid w:val="004E710A"/>
    <w:rsid w:val="004F2F2B"/>
    <w:rsid w:val="004F3067"/>
    <w:rsid w:val="004F4EFC"/>
    <w:rsid w:val="005030F3"/>
    <w:rsid w:val="0050455F"/>
    <w:rsid w:val="00506F30"/>
    <w:rsid w:val="0050763D"/>
    <w:rsid w:val="00517EC7"/>
    <w:rsid w:val="00541DE7"/>
    <w:rsid w:val="005442AE"/>
    <w:rsid w:val="0054513A"/>
    <w:rsid w:val="00545EAC"/>
    <w:rsid w:val="00552D93"/>
    <w:rsid w:val="00554DA8"/>
    <w:rsid w:val="005608F3"/>
    <w:rsid w:val="00562E56"/>
    <w:rsid w:val="00566E1C"/>
    <w:rsid w:val="0058154A"/>
    <w:rsid w:val="005826DE"/>
    <w:rsid w:val="0058291A"/>
    <w:rsid w:val="00595F6E"/>
    <w:rsid w:val="005961FB"/>
    <w:rsid w:val="005A157B"/>
    <w:rsid w:val="005A1701"/>
    <w:rsid w:val="005A19D6"/>
    <w:rsid w:val="005A7D17"/>
    <w:rsid w:val="005C1C00"/>
    <w:rsid w:val="005C6A1B"/>
    <w:rsid w:val="005C75BE"/>
    <w:rsid w:val="005D1CEC"/>
    <w:rsid w:val="005D35C3"/>
    <w:rsid w:val="005D53B6"/>
    <w:rsid w:val="005E0259"/>
    <w:rsid w:val="005E779B"/>
    <w:rsid w:val="005F3DD0"/>
    <w:rsid w:val="005F566A"/>
    <w:rsid w:val="005F7E4A"/>
    <w:rsid w:val="00603BC7"/>
    <w:rsid w:val="00603BF9"/>
    <w:rsid w:val="006042EB"/>
    <w:rsid w:val="00606555"/>
    <w:rsid w:val="00607754"/>
    <w:rsid w:val="00607A5D"/>
    <w:rsid w:val="00607FF9"/>
    <w:rsid w:val="00610794"/>
    <w:rsid w:val="00611987"/>
    <w:rsid w:val="00611A2C"/>
    <w:rsid w:val="006204FE"/>
    <w:rsid w:val="00624C22"/>
    <w:rsid w:val="006254E4"/>
    <w:rsid w:val="00625CB5"/>
    <w:rsid w:val="006308D0"/>
    <w:rsid w:val="0063441E"/>
    <w:rsid w:val="00634681"/>
    <w:rsid w:val="00646977"/>
    <w:rsid w:val="00651B8B"/>
    <w:rsid w:val="00655FF2"/>
    <w:rsid w:val="00656A87"/>
    <w:rsid w:val="00660D29"/>
    <w:rsid w:val="00662C47"/>
    <w:rsid w:val="00676466"/>
    <w:rsid w:val="0067747B"/>
    <w:rsid w:val="0068163A"/>
    <w:rsid w:val="00683E71"/>
    <w:rsid w:val="00690646"/>
    <w:rsid w:val="00691785"/>
    <w:rsid w:val="006A2971"/>
    <w:rsid w:val="006B1876"/>
    <w:rsid w:val="006C246D"/>
    <w:rsid w:val="006D5D20"/>
    <w:rsid w:val="006D731D"/>
    <w:rsid w:val="006D7811"/>
    <w:rsid w:val="006E0D8C"/>
    <w:rsid w:val="006E5FAD"/>
    <w:rsid w:val="00700396"/>
    <w:rsid w:val="00700B5B"/>
    <w:rsid w:val="00702A18"/>
    <w:rsid w:val="00704B95"/>
    <w:rsid w:val="00704EAE"/>
    <w:rsid w:val="00713670"/>
    <w:rsid w:val="00716226"/>
    <w:rsid w:val="00722170"/>
    <w:rsid w:val="007246D4"/>
    <w:rsid w:val="0073385D"/>
    <w:rsid w:val="0073594F"/>
    <w:rsid w:val="00740B7D"/>
    <w:rsid w:val="00743056"/>
    <w:rsid w:val="007469FC"/>
    <w:rsid w:val="00752184"/>
    <w:rsid w:val="0076123F"/>
    <w:rsid w:val="007620AA"/>
    <w:rsid w:val="007637E0"/>
    <w:rsid w:val="00766953"/>
    <w:rsid w:val="00771031"/>
    <w:rsid w:val="00772D33"/>
    <w:rsid w:val="00774980"/>
    <w:rsid w:val="007759AE"/>
    <w:rsid w:val="007A361D"/>
    <w:rsid w:val="007A4AF4"/>
    <w:rsid w:val="007B053B"/>
    <w:rsid w:val="007B3984"/>
    <w:rsid w:val="007C0202"/>
    <w:rsid w:val="007C14B7"/>
    <w:rsid w:val="007C6C79"/>
    <w:rsid w:val="007D58E1"/>
    <w:rsid w:val="007D735D"/>
    <w:rsid w:val="007F07E2"/>
    <w:rsid w:val="007F0DC5"/>
    <w:rsid w:val="007F126A"/>
    <w:rsid w:val="007F2267"/>
    <w:rsid w:val="007F7685"/>
    <w:rsid w:val="00810F39"/>
    <w:rsid w:val="0081107A"/>
    <w:rsid w:val="00820A02"/>
    <w:rsid w:val="0082104C"/>
    <w:rsid w:val="00821CE6"/>
    <w:rsid w:val="008266BA"/>
    <w:rsid w:val="00827E8E"/>
    <w:rsid w:val="00832EDE"/>
    <w:rsid w:val="00836AE7"/>
    <w:rsid w:val="008403BB"/>
    <w:rsid w:val="008439E8"/>
    <w:rsid w:val="00860054"/>
    <w:rsid w:val="008638BF"/>
    <w:rsid w:val="00870245"/>
    <w:rsid w:val="00871100"/>
    <w:rsid w:val="008748A9"/>
    <w:rsid w:val="008853F4"/>
    <w:rsid w:val="008955BE"/>
    <w:rsid w:val="008A0AFF"/>
    <w:rsid w:val="008A5330"/>
    <w:rsid w:val="008B109F"/>
    <w:rsid w:val="008B24FD"/>
    <w:rsid w:val="008B4DAF"/>
    <w:rsid w:val="008B6450"/>
    <w:rsid w:val="008B77A0"/>
    <w:rsid w:val="008C7FDC"/>
    <w:rsid w:val="008D1A13"/>
    <w:rsid w:val="008E02F1"/>
    <w:rsid w:val="008E1D75"/>
    <w:rsid w:val="008E5833"/>
    <w:rsid w:val="008E6AA6"/>
    <w:rsid w:val="008F3CFE"/>
    <w:rsid w:val="00902982"/>
    <w:rsid w:val="009107B2"/>
    <w:rsid w:val="00915422"/>
    <w:rsid w:val="00921248"/>
    <w:rsid w:val="0092232C"/>
    <w:rsid w:val="00922BDF"/>
    <w:rsid w:val="00927023"/>
    <w:rsid w:val="009311B4"/>
    <w:rsid w:val="009616C1"/>
    <w:rsid w:val="00964F18"/>
    <w:rsid w:val="0097283B"/>
    <w:rsid w:val="009773AB"/>
    <w:rsid w:val="00980AF4"/>
    <w:rsid w:val="0098752B"/>
    <w:rsid w:val="00991832"/>
    <w:rsid w:val="00993BEA"/>
    <w:rsid w:val="009B1AF9"/>
    <w:rsid w:val="009B3922"/>
    <w:rsid w:val="009C4714"/>
    <w:rsid w:val="009C64FA"/>
    <w:rsid w:val="009C777C"/>
    <w:rsid w:val="009D45FC"/>
    <w:rsid w:val="009E6E23"/>
    <w:rsid w:val="009E7432"/>
    <w:rsid w:val="009F3808"/>
    <w:rsid w:val="00A0022E"/>
    <w:rsid w:val="00A0341B"/>
    <w:rsid w:val="00A13079"/>
    <w:rsid w:val="00A15C0F"/>
    <w:rsid w:val="00A17402"/>
    <w:rsid w:val="00A25A02"/>
    <w:rsid w:val="00A27B30"/>
    <w:rsid w:val="00A328F0"/>
    <w:rsid w:val="00A35BDD"/>
    <w:rsid w:val="00A44191"/>
    <w:rsid w:val="00A44382"/>
    <w:rsid w:val="00A45EDD"/>
    <w:rsid w:val="00A4679E"/>
    <w:rsid w:val="00A5066D"/>
    <w:rsid w:val="00A51159"/>
    <w:rsid w:val="00A553D4"/>
    <w:rsid w:val="00A567A5"/>
    <w:rsid w:val="00A5795B"/>
    <w:rsid w:val="00A631C6"/>
    <w:rsid w:val="00A65E67"/>
    <w:rsid w:val="00A7048E"/>
    <w:rsid w:val="00A715C9"/>
    <w:rsid w:val="00A75AE8"/>
    <w:rsid w:val="00A7625C"/>
    <w:rsid w:val="00A765EB"/>
    <w:rsid w:val="00A847BC"/>
    <w:rsid w:val="00A8756A"/>
    <w:rsid w:val="00A87D63"/>
    <w:rsid w:val="00A94E06"/>
    <w:rsid w:val="00AA55DA"/>
    <w:rsid w:val="00AB1239"/>
    <w:rsid w:val="00AB17FE"/>
    <w:rsid w:val="00AB6E7D"/>
    <w:rsid w:val="00AC07DC"/>
    <w:rsid w:val="00AC22CE"/>
    <w:rsid w:val="00AC71BD"/>
    <w:rsid w:val="00AE2B15"/>
    <w:rsid w:val="00AE4A1C"/>
    <w:rsid w:val="00AE59CD"/>
    <w:rsid w:val="00AF1AE5"/>
    <w:rsid w:val="00AF2569"/>
    <w:rsid w:val="00AF2C91"/>
    <w:rsid w:val="00AF32C6"/>
    <w:rsid w:val="00B00BB1"/>
    <w:rsid w:val="00B01F44"/>
    <w:rsid w:val="00B11AE1"/>
    <w:rsid w:val="00B17169"/>
    <w:rsid w:val="00B27918"/>
    <w:rsid w:val="00B36C76"/>
    <w:rsid w:val="00B37DF5"/>
    <w:rsid w:val="00B461FF"/>
    <w:rsid w:val="00B56E1C"/>
    <w:rsid w:val="00B65AEB"/>
    <w:rsid w:val="00B65B4C"/>
    <w:rsid w:val="00B65BEE"/>
    <w:rsid w:val="00B666A5"/>
    <w:rsid w:val="00B668E1"/>
    <w:rsid w:val="00B673D4"/>
    <w:rsid w:val="00B67A8B"/>
    <w:rsid w:val="00B70B00"/>
    <w:rsid w:val="00B7236D"/>
    <w:rsid w:val="00BA1B39"/>
    <w:rsid w:val="00BA35E6"/>
    <w:rsid w:val="00BB5C5F"/>
    <w:rsid w:val="00BB699B"/>
    <w:rsid w:val="00BC0845"/>
    <w:rsid w:val="00BC2B3D"/>
    <w:rsid w:val="00BC4DE1"/>
    <w:rsid w:val="00BC7151"/>
    <w:rsid w:val="00BD18A9"/>
    <w:rsid w:val="00BD4E7E"/>
    <w:rsid w:val="00BD5F1B"/>
    <w:rsid w:val="00BD6CEB"/>
    <w:rsid w:val="00BE0A0E"/>
    <w:rsid w:val="00BE0CF2"/>
    <w:rsid w:val="00BE5AC6"/>
    <w:rsid w:val="00BF0127"/>
    <w:rsid w:val="00BF6B6D"/>
    <w:rsid w:val="00C013E0"/>
    <w:rsid w:val="00C01AC9"/>
    <w:rsid w:val="00C0770C"/>
    <w:rsid w:val="00C07BD9"/>
    <w:rsid w:val="00C10208"/>
    <w:rsid w:val="00C15C7D"/>
    <w:rsid w:val="00C232EA"/>
    <w:rsid w:val="00C27995"/>
    <w:rsid w:val="00C36B19"/>
    <w:rsid w:val="00C50D7F"/>
    <w:rsid w:val="00C5149B"/>
    <w:rsid w:val="00C559DC"/>
    <w:rsid w:val="00C655EC"/>
    <w:rsid w:val="00C66D6F"/>
    <w:rsid w:val="00C71866"/>
    <w:rsid w:val="00C74830"/>
    <w:rsid w:val="00C75C59"/>
    <w:rsid w:val="00C75FB4"/>
    <w:rsid w:val="00C77F1B"/>
    <w:rsid w:val="00C83B93"/>
    <w:rsid w:val="00C8512E"/>
    <w:rsid w:val="00C865E6"/>
    <w:rsid w:val="00C874EB"/>
    <w:rsid w:val="00C94214"/>
    <w:rsid w:val="00C95430"/>
    <w:rsid w:val="00CA12C2"/>
    <w:rsid w:val="00CA4073"/>
    <w:rsid w:val="00CA67DD"/>
    <w:rsid w:val="00CB210E"/>
    <w:rsid w:val="00CB280E"/>
    <w:rsid w:val="00CB3EDB"/>
    <w:rsid w:val="00CC0965"/>
    <w:rsid w:val="00CC27D4"/>
    <w:rsid w:val="00CC2F79"/>
    <w:rsid w:val="00CD0F12"/>
    <w:rsid w:val="00CD6767"/>
    <w:rsid w:val="00CE2CD1"/>
    <w:rsid w:val="00CE5F58"/>
    <w:rsid w:val="00D015F3"/>
    <w:rsid w:val="00D1141F"/>
    <w:rsid w:val="00D12531"/>
    <w:rsid w:val="00D22FA8"/>
    <w:rsid w:val="00D24C76"/>
    <w:rsid w:val="00D25D77"/>
    <w:rsid w:val="00D34D22"/>
    <w:rsid w:val="00D40426"/>
    <w:rsid w:val="00D611BD"/>
    <w:rsid w:val="00D62AA2"/>
    <w:rsid w:val="00D7175B"/>
    <w:rsid w:val="00D7402E"/>
    <w:rsid w:val="00D822AD"/>
    <w:rsid w:val="00D83353"/>
    <w:rsid w:val="00D85CF4"/>
    <w:rsid w:val="00D8755E"/>
    <w:rsid w:val="00D92634"/>
    <w:rsid w:val="00D9276F"/>
    <w:rsid w:val="00D93AF6"/>
    <w:rsid w:val="00D9659F"/>
    <w:rsid w:val="00DA07F0"/>
    <w:rsid w:val="00DA76FB"/>
    <w:rsid w:val="00DC4C8F"/>
    <w:rsid w:val="00DC5B40"/>
    <w:rsid w:val="00DC760E"/>
    <w:rsid w:val="00DC7D36"/>
    <w:rsid w:val="00DD24D2"/>
    <w:rsid w:val="00DD7735"/>
    <w:rsid w:val="00DF4560"/>
    <w:rsid w:val="00DF4E6F"/>
    <w:rsid w:val="00DF6BF9"/>
    <w:rsid w:val="00E03DC6"/>
    <w:rsid w:val="00E05DA2"/>
    <w:rsid w:val="00E13F94"/>
    <w:rsid w:val="00E146DA"/>
    <w:rsid w:val="00E14F90"/>
    <w:rsid w:val="00E15CDC"/>
    <w:rsid w:val="00E17237"/>
    <w:rsid w:val="00E31613"/>
    <w:rsid w:val="00E33CB4"/>
    <w:rsid w:val="00E40269"/>
    <w:rsid w:val="00E452E5"/>
    <w:rsid w:val="00E45BD8"/>
    <w:rsid w:val="00E51590"/>
    <w:rsid w:val="00E52010"/>
    <w:rsid w:val="00E52869"/>
    <w:rsid w:val="00E56068"/>
    <w:rsid w:val="00E63D34"/>
    <w:rsid w:val="00E70F51"/>
    <w:rsid w:val="00E72969"/>
    <w:rsid w:val="00E72B6A"/>
    <w:rsid w:val="00E72CAB"/>
    <w:rsid w:val="00E75EC0"/>
    <w:rsid w:val="00E76612"/>
    <w:rsid w:val="00E92A26"/>
    <w:rsid w:val="00E93C7F"/>
    <w:rsid w:val="00EA1BBA"/>
    <w:rsid w:val="00EA7D01"/>
    <w:rsid w:val="00EB06AC"/>
    <w:rsid w:val="00EB3437"/>
    <w:rsid w:val="00EB5B6C"/>
    <w:rsid w:val="00EB6EAE"/>
    <w:rsid w:val="00EB7BDD"/>
    <w:rsid w:val="00EC7B6C"/>
    <w:rsid w:val="00ED614E"/>
    <w:rsid w:val="00EF08BD"/>
    <w:rsid w:val="00F04A70"/>
    <w:rsid w:val="00F06525"/>
    <w:rsid w:val="00F13590"/>
    <w:rsid w:val="00F13800"/>
    <w:rsid w:val="00F147AC"/>
    <w:rsid w:val="00F178E5"/>
    <w:rsid w:val="00F20BC0"/>
    <w:rsid w:val="00F22657"/>
    <w:rsid w:val="00F30E52"/>
    <w:rsid w:val="00F33C11"/>
    <w:rsid w:val="00F42858"/>
    <w:rsid w:val="00F617E8"/>
    <w:rsid w:val="00F6243F"/>
    <w:rsid w:val="00F643C6"/>
    <w:rsid w:val="00F6445E"/>
    <w:rsid w:val="00F65F1C"/>
    <w:rsid w:val="00F75584"/>
    <w:rsid w:val="00F7739D"/>
    <w:rsid w:val="00F82970"/>
    <w:rsid w:val="00F84A39"/>
    <w:rsid w:val="00F92C47"/>
    <w:rsid w:val="00FA3E08"/>
    <w:rsid w:val="00FB0EEB"/>
    <w:rsid w:val="00FB7FA0"/>
    <w:rsid w:val="00FC7104"/>
    <w:rsid w:val="00FE0683"/>
    <w:rsid w:val="00FE6934"/>
    <w:rsid w:val="00FF421D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B104"/>
  <w15:docId w15:val="{03920355-3CFA-495D-BD4A-2288D8DC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80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D780B"/>
    <w:pPr>
      <w:keepNext/>
      <w:outlineLvl w:val="0"/>
    </w:pPr>
    <w:rPr>
      <w:b/>
      <w:sz w:val="36"/>
      <w:szCs w:val="20"/>
    </w:rPr>
  </w:style>
  <w:style w:type="paragraph" w:styleId="Nagwek2">
    <w:name w:val="heading 2"/>
    <w:basedOn w:val="Normalny"/>
    <w:next w:val="Normalny"/>
    <w:qFormat/>
    <w:rsid w:val="001D7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1D78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1D78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D780B"/>
    <w:pPr>
      <w:tabs>
        <w:tab w:val="center" w:pos="4536"/>
        <w:tab w:val="right" w:pos="9072"/>
      </w:tabs>
    </w:pPr>
  </w:style>
  <w:style w:type="character" w:styleId="Hipercze">
    <w:name w:val="Hyperlink"/>
    <w:rsid w:val="001D780B"/>
    <w:rPr>
      <w:color w:val="0000FF"/>
      <w:u w:val="single"/>
    </w:rPr>
  </w:style>
  <w:style w:type="paragraph" w:styleId="NormalnyWeb">
    <w:name w:val="Normal (Web)"/>
    <w:basedOn w:val="Normalny"/>
    <w:rsid w:val="001D780B"/>
    <w:pPr>
      <w:spacing w:before="100" w:beforeAutospacing="1" w:after="100" w:afterAutospacing="1"/>
    </w:pPr>
  </w:style>
  <w:style w:type="character" w:styleId="UyteHipercze">
    <w:name w:val="FollowedHyperlink"/>
    <w:rsid w:val="001D780B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0D6B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D6B07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63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Znak"/>
    <w:link w:val="Nagwek"/>
    <w:uiPriority w:val="99"/>
    <w:rsid w:val="00FE6934"/>
    <w:rPr>
      <w:sz w:val="24"/>
      <w:szCs w:val="24"/>
    </w:rPr>
  </w:style>
  <w:style w:type="paragraph" w:customStyle="1" w:styleId="Miejsceidata">
    <w:name w:val="Miejsce i data"/>
    <w:basedOn w:val="Normalny"/>
    <w:next w:val="Normalny"/>
    <w:rsid w:val="000E3B30"/>
    <w:pPr>
      <w:tabs>
        <w:tab w:val="right" w:pos="8789"/>
      </w:tabs>
      <w:jc w:val="both"/>
    </w:pPr>
    <w:rPr>
      <w:rFonts w:ascii="Arial" w:hAnsi="Arial"/>
      <w:sz w:val="20"/>
      <w:szCs w:val="20"/>
    </w:rPr>
  </w:style>
  <w:style w:type="character" w:styleId="Pogrubienie">
    <w:name w:val="Strong"/>
    <w:uiPriority w:val="22"/>
    <w:qFormat/>
    <w:rsid w:val="008B109F"/>
    <w:rPr>
      <w:b/>
      <w:bCs/>
    </w:rPr>
  </w:style>
  <w:style w:type="table" w:styleId="Tabela-Siatka">
    <w:name w:val="Table Grid"/>
    <w:basedOn w:val="Standardowy"/>
    <w:uiPriority w:val="59"/>
    <w:rsid w:val="00257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5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71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7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ulpit\Log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8D46E-D0DE-4649-8BEA-8BD394F6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16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PODKARPACKI  ZARZĄD  DRÓG  WOJEWÓDZKICH</vt:lpstr>
    </vt:vector>
  </TitlesOfParts>
  <Company>PZDW</Company>
  <LinksUpToDate>false</LinksUpToDate>
  <CharactersWithSpaces>1947</CharactersWithSpaces>
  <SharedDoc>false</SharedDoc>
  <HLinks>
    <vt:vector size="24" baseType="variant">
      <vt:variant>
        <vt:i4>4063237</vt:i4>
      </vt:variant>
      <vt:variant>
        <vt:i4>9</vt:i4>
      </vt:variant>
      <vt:variant>
        <vt:i4>0</vt:i4>
      </vt:variant>
      <vt:variant>
        <vt:i4>5</vt:i4>
      </vt:variant>
      <vt:variant>
        <vt:lpwstr>mailto:ksiegowosc@pzdw.pl</vt:lpwstr>
      </vt:variant>
      <vt:variant>
        <vt:lpwstr/>
      </vt:variant>
      <vt:variant>
        <vt:i4>3342349</vt:i4>
      </vt:variant>
      <vt:variant>
        <vt:i4>6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  <vt:variant>
        <vt:i4>3211271</vt:i4>
      </vt:variant>
      <vt:variant>
        <vt:i4>3</vt:i4>
      </vt:variant>
      <vt:variant>
        <vt:i4>0</vt:i4>
      </vt:variant>
      <vt:variant>
        <vt:i4>5</vt:i4>
      </vt:variant>
      <vt:variant>
        <vt:lpwstr>mailto:wpr@pzdw.pl</vt:lpwstr>
      </vt:variant>
      <vt:variant>
        <vt:lpwstr/>
      </vt:variant>
      <vt:variant>
        <vt:i4>3342349</vt:i4>
      </vt:variant>
      <vt:variant>
        <vt:i4>0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PODKARPACKI  ZARZĄD  DRÓG  WOJEWÓDZKICH</dc:title>
  <dc:creator>Domino</dc:creator>
  <cp:lastModifiedBy>Agata</cp:lastModifiedBy>
  <cp:revision>19</cp:revision>
  <cp:lastPrinted>2020-02-27T12:27:00Z</cp:lastPrinted>
  <dcterms:created xsi:type="dcterms:W3CDTF">2020-04-21T11:48:00Z</dcterms:created>
  <dcterms:modified xsi:type="dcterms:W3CDTF">2025-11-06T09:40:00Z</dcterms:modified>
</cp:coreProperties>
</file>